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3BD" w:rsidRDefault="00EB73BD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Lesson 5:  Your choice! (10 pts.)</w:t>
      </w:r>
    </w:p>
    <w:p w:rsidR="00EB73BD" w:rsidRDefault="00EB73BD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Finally, give a synopsis of what you have learned in this lesson.  </w:t>
      </w:r>
    </w:p>
    <w:p w:rsidR="00EB73BD" w:rsidRDefault="00EB73BD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Include:</w:t>
      </w:r>
    </w:p>
    <w:p w:rsidR="00EB73BD" w:rsidRDefault="00EB73BD" w:rsidP="009E050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the lesson topic you chose</w:t>
      </w:r>
    </w:p>
    <w:p w:rsidR="00EB73BD" w:rsidRDefault="00EB73BD" w:rsidP="009E050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why you chose it</w:t>
      </w:r>
    </w:p>
    <w:p w:rsidR="00EB73BD" w:rsidRPr="009E0503" w:rsidRDefault="00EB73BD" w:rsidP="009E050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9E0503">
        <w:rPr>
          <w:b/>
          <w:sz w:val="24"/>
          <w:szCs w:val="24"/>
        </w:rPr>
        <w:t xml:space="preserve"> and the important phrases/expressions you learned in this lesson.</w:t>
      </w:r>
    </w:p>
    <w:p w:rsidR="00EB73BD" w:rsidRDefault="00EB73BD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Begin typing here:</w:t>
      </w:r>
    </w:p>
    <w:p w:rsidR="00EB73BD" w:rsidRPr="00864E43" w:rsidRDefault="00EB73BD" w:rsidP="00864E43">
      <w:r>
        <w:rPr>
          <w:sz w:val="24"/>
          <w:szCs w:val="24"/>
        </w:rPr>
        <w:t>I chose to do Lesson 25 on “taking the train”.  Since the metro system is one of the main forms of transportation, I chose this lesson because I figured these phrases would be useful to know to get around Russia efficiently.</w:t>
      </w:r>
      <w:r w:rsidRPr="00864E43">
        <w:t xml:space="preserve"> </w:t>
      </w:r>
      <w:r>
        <w:t xml:space="preserve"> I learned</w:t>
      </w:r>
      <w:r>
        <w:rPr>
          <w:sz w:val="24"/>
          <w:szCs w:val="24"/>
        </w:rPr>
        <w:t xml:space="preserve"> “</w:t>
      </w:r>
      <w:r>
        <w:t>praeznoi bilet na desyat' paezdak pazhalusta” means “a metro card for 10 journeys, please..”  I also found out “Etat poezd edet do stancii 'Univermag'?” means “Does this train go to the 'Department Store' station?”</w:t>
      </w:r>
    </w:p>
    <w:sectPr w:rsidR="00EB73BD" w:rsidRPr="00864E43" w:rsidSect="00480D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3BD" w:rsidRDefault="00EB73BD" w:rsidP="00472169">
      <w:pPr>
        <w:spacing w:after="0"/>
      </w:pPr>
      <w:r>
        <w:separator/>
      </w:r>
    </w:p>
  </w:endnote>
  <w:endnote w:type="continuationSeparator" w:id="0">
    <w:p w:rsidR="00EB73BD" w:rsidRDefault="00EB73BD" w:rsidP="0047216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3BD" w:rsidRDefault="00EB73B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3BD" w:rsidRDefault="00EB73B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3BD" w:rsidRDefault="00EB73B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3BD" w:rsidRDefault="00EB73BD" w:rsidP="00472169">
      <w:pPr>
        <w:spacing w:after="0"/>
      </w:pPr>
      <w:r>
        <w:separator/>
      </w:r>
    </w:p>
  </w:footnote>
  <w:footnote w:type="continuationSeparator" w:id="0">
    <w:p w:rsidR="00EB73BD" w:rsidRDefault="00EB73BD" w:rsidP="0047216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3BD" w:rsidRDefault="00EB73B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2" o:spid="_x0000_s2049" type="#_x0000_t75" style="position:absolute;margin-left:0;margin-top:0;width:468pt;height:468pt;z-index:-251658752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3BD" w:rsidRDefault="00EB73B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3" o:spid="_x0000_s2050" type="#_x0000_t75" style="position:absolute;margin-left:0;margin-top:0;width:468pt;height:468pt;z-index:-251657728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3BD" w:rsidRDefault="00EB73B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1" o:spid="_x0000_s2051" type="#_x0000_t75" style="position:absolute;margin-left:0;margin-top:0;width:468pt;height:468pt;z-index:-251659776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2B76FD"/>
    <w:multiLevelType w:val="hybridMultilevel"/>
    <w:tmpl w:val="1BCE0BC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7CEB"/>
    <w:rsid w:val="00026AE8"/>
    <w:rsid w:val="0003610B"/>
    <w:rsid w:val="0005638D"/>
    <w:rsid w:val="000B459E"/>
    <w:rsid w:val="00170C92"/>
    <w:rsid w:val="001A121A"/>
    <w:rsid w:val="002759E6"/>
    <w:rsid w:val="002A2F09"/>
    <w:rsid w:val="002E7870"/>
    <w:rsid w:val="00472169"/>
    <w:rsid w:val="00480D71"/>
    <w:rsid w:val="0051123D"/>
    <w:rsid w:val="005A7CEB"/>
    <w:rsid w:val="006B4153"/>
    <w:rsid w:val="006F318E"/>
    <w:rsid w:val="00864E43"/>
    <w:rsid w:val="00873009"/>
    <w:rsid w:val="009E0503"/>
    <w:rsid w:val="00A967B9"/>
    <w:rsid w:val="00AE32B8"/>
    <w:rsid w:val="00C65901"/>
    <w:rsid w:val="00D10BF0"/>
    <w:rsid w:val="00DF7657"/>
    <w:rsid w:val="00E4016C"/>
    <w:rsid w:val="00E456A1"/>
    <w:rsid w:val="00E55748"/>
    <w:rsid w:val="00E6799F"/>
    <w:rsid w:val="00EB7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71"/>
    <w:pPr>
      <w:spacing w:after="100" w:afterAutospacing="1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A7CE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7216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72169"/>
    <w:rPr>
      <w:rFonts w:cs="Times New Roman"/>
    </w:rPr>
  </w:style>
  <w:style w:type="paragraph" w:styleId="ListParagraph">
    <w:name w:val="List Paragraph"/>
    <w:basedOn w:val="Normal"/>
    <w:uiPriority w:val="99"/>
    <w:qFormat/>
    <w:rsid w:val="009E05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103</Words>
  <Characters>591</Characters>
  <Application>Microsoft Office Outlook</Application>
  <DocSecurity>0</DocSecurity>
  <Lines>0</Lines>
  <Paragraphs>0</Paragraphs>
  <ScaleCrop>false</ScaleCrop>
  <Company>Hampton Township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5:  Your choice</dc:title>
  <dc:subject/>
  <dc:creator>teacher</dc:creator>
  <cp:keywords/>
  <dc:description/>
  <cp:lastModifiedBy>Olivia</cp:lastModifiedBy>
  <cp:revision>2</cp:revision>
  <dcterms:created xsi:type="dcterms:W3CDTF">2011-11-17T02:22:00Z</dcterms:created>
  <dcterms:modified xsi:type="dcterms:W3CDTF">2011-11-17T02:22:00Z</dcterms:modified>
</cp:coreProperties>
</file>